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53304F63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D43C28">
        <w:rPr>
          <w:rFonts w:cs="Arial"/>
          <w:color w:val="000000"/>
          <w:sz w:val="22"/>
        </w:rPr>
        <w:t>10</w:t>
      </w:r>
      <w:r w:rsidR="009B66B6">
        <w:rPr>
          <w:rFonts w:cs="Arial"/>
          <w:color w:val="000000"/>
          <w:sz w:val="22"/>
        </w:rPr>
        <w:t>.01</w:t>
      </w:r>
      <w:r w:rsidR="00D43C28">
        <w:rPr>
          <w:rFonts w:cs="Arial"/>
          <w:color w:val="000000"/>
          <w:sz w:val="22"/>
        </w:rPr>
        <w:t>.</w:t>
      </w:r>
      <w:r w:rsidRPr="00DF19FF">
        <w:rPr>
          <w:rFonts w:cs="Arial"/>
          <w:color w:val="000000"/>
          <w:sz w:val="22"/>
        </w:rPr>
        <w:t>202</w:t>
      </w:r>
      <w:r w:rsidR="009B66B6">
        <w:rPr>
          <w:rFonts w:cs="Arial"/>
          <w:color w:val="000000"/>
          <w:sz w:val="22"/>
        </w:rPr>
        <w:t>5</w:t>
      </w:r>
      <w:r w:rsidRPr="00DF19FF">
        <w:rPr>
          <w:rFonts w:cs="Arial"/>
          <w:color w:val="000000"/>
          <w:sz w:val="22"/>
        </w:rPr>
        <w:t xml:space="preserve"> nr JV-MAA-1/</w:t>
      </w:r>
      <w:r w:rsidR="00D43C28">
        <w:rPr>
          <w:rFonts w:cs="Arial"/>
          <w:color w:val="000000"/>
          <w:sz w:val="22"/>
        </w:rPr>
        <w:t>6949</w:t>
      </w:r>
    </w:p>
    <w:p w14:paraId="3840C263" w14:textId="77777777" w:rsidR="00DF19FF" w:rsidRDefault="00DF19FF" w:rsidP="00DF19FF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567499">
        <w:trPr>
          <w:trHeight w:val="6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675556B9" w:rsidR="000B2E35" w:rsidRPr="000B2E35" w:rsidRDefault="00567499" w:rsidP="00567499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410F90F9" w:rsidR="000B2E35" w:rsidRPr="000B2E35" w:rsidRDefault="001414B0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lektri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võrgu</w:t>
            </w: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ga 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FB725C">
              <w:rPr>
                <w:rFonts w:ascii="Calibri" w:eastAsia="Calibri" w:hAnsi="Calibri"/>
                <w:sz w:val="22"/>
                <w:szCs w:val="22"/>
                <w:lang w:val="et-EE"/>
              </w:rPr>
              <w:t>liitumine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, elektri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maakaabelliin</w:t>
            </w:r>
          </w:p>
        </w:tc>
      </w:tr>
      <w:tr w:rsidR="000B2E35" w:rsidRPr="000B2E35" w14:paraId="66288C6B" w14:textId="77777777" w:rsidTr="00567499">
        <w:trPr>
          <w:trHeight w:val="155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36B28BD1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405BEAB2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460DD90C" w14:textId="2C3A6DE1" w:rsidR="00F44F1F" w:rsidRPr="00F44F1F" w:rsidRDefault="0057008B" w:rsidP="0057008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5700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LC2075 „Purtse kohvik kinnistu elektriautode laadimisjaama liitumine, Purtse küla, Lüganuse vald, Ida-Viru maakond“</w:t>
            </w:r>
          </w:p>
          <w:p w14:paraId="0F587937" w14:textId="70CFE411" w:rsidR="000B2E35" w:rsidRPr="000B2E35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59EED9" w14:textId="24E1D8CB" w:rsidR="00F44F1F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5E57D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Andres Koppel</w:t>
            </w:r>
          </w:p>
          <w:p w14:paraId="1AF8D9E3" w14:textId="133DDF49" w:rsidR="00A45F32" w:rsidRPr="000B2E35" w:rsidRDefault="00C16971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Stromtec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1D4103EB" w:rsidR="000B2E35" w:rsidRPr="000B2E35" w:rsidRDefault="00BB5C56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BB5C5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18.12.2024  nr 7.1-2/24/21434-2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0B346C3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="00F44F1F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74EAC6AC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5E57DB">
              <w:rPr>
                <w:rFonts w:ascii="Times New Roman" w:hAnsi="Times New Roman"/>
                <w:b/>
                <w:lang w:val="et-EE"/>
              </w:rPr>
              <w:t>13</w:t>
            </w:r>
            <w:r w:rsidR="00BF237B">
              <w:rPr>
                <w:rFonts w:ascii="Times New Roman" w:hAnsi="Times New Roman"/>
                <w:b/>
                <w:lang w:val="et-EE"/>
              </w:rPr>
              <w:t>119 Purtse-Hiie</w:t>
            </w:r>
            <w:r w:rsidR="005E57DB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F44F1F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06B5F308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BF237B">
              <w:rPr>
                <w:rFonts w:ascii="Times New Roman" w:hAnsi="Times New Roman"/>
                <w:bCs/>
                <w:lang w:val="et-EE"/>
              </w:rPr>
              <w:t>43701:002:0191</w:t>
            </w:r>
          </w:p>
          <w:p w14:paraId="573BFF07" w14:textId="0A03AEDA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BF237B">
              <w:rPr>
                <w:rFonts w:ascii="Times New Roman" w:hAnsi="Times New Roman"/>
                <w:bCs/>
                <w:lang w:val="et-EE"/>
              </w:rPr>
              <w:t>4266950</w:t>
            </w:r>
          </w:p>
          <w:p w14:paraId="33B38F87" w14:textId="6307D3B6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396525">
              <w:rPr>
                <w:rFonts w:ascii="Times New Roman" w:hAnsi="Times New Roman"/>
                <w:bCs/>
                <w:lang w:val="et-EE"/>
              </w:rPr>
              <w:t>1311</w:t>
            </w:r>
            <w:r w:rsidR="00D079D2">
              <w:rPr>
                <w:rFonts w:ascii="Times New Roman" w:hAnsi="Times New Roman"/>
                <w:bCs/>
                <w:lang w:val="et-EE"/>
              </w:rPr>
              <w:t>9</w:t>
            </w:r>
            <w:r w:rsidR="00396525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D079D2">
              <w:rPr>
                <w:rFonts w:ascii="Times New Roman" w:hAnsi="Times New Roman"/>
                <w:bCs/>
                <w:lang w:val="et-EE"/>
              </w:rPr>
              <w:t xml:space="preserve">Purtse-Hiie </w:t>
            </w:r>
            <w:r w:rsidR="00E70A39" w:rsidRPr="00E70A39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A95FBAC" w14:textId="0950517D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D079D2">
              <w:rPr>
                <w:rFonts w:ascii="Times New Roman" w:hAnsi="Times New Roman"/>
                <w:bCs/>
                <w:lang w:val="et-EE"/>
              </w:rPr>
              <w:t>8113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23FDB713" w14:textId="68F0017A" w:rsidR="00204605" w:rsidRDefault="001F4CFC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D079D2">
              <w:rPr>
                <w:rFonts w:ascii="Times New Roman" w:hAnsi="Times New Roman"/>
                <w:bCs/>
                <w:lang w:val="et-EE"/>
              </w:rPr>
              <w:t>634894</w:t>
            </w:r>
          </w:p>
          <w:p w14:paraId="19CE75E4" w14:textId="5DF7FE35" w:rsidR="00567499" w:rsidRPr="000B2E35" w:rsidRDefault="004B2AD7" w:rsidP="004C0FF9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2" w:history="1">
              <w:r w:rsidRPr="005653CB">
                <w:rPr>
                  <w:rStyle w:val="Hyperlink"/>
                </w:rPr>
                <w:t>https://pari.kataster.ee/magic-link/c76ed5b2-1b20-4f61-b51d-30bb57906669</w:t>
              </w:r>
            </w:hyperlink>
            <w:r>
              <w:t xml:space="preserve"> </w:t>
            </w:r>
            <w:r w:rsidR="009B66B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 </w:t>
            </w:r>
          </w:p>
        </w:tc>
      </w:tr>
      <w:tr w:rsidR="00F44F1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F44F1F" w:rsidRDefault="00F44F1F" w:rsidP="00F44F1F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F44F1F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bookmarkEnd w:id="0"/>
    <w:p w14:paraId="7E312A4E" w14:textId="2A7C2296" w:rsidR="00077D32" w:rsidRPr="00742C52" w:rsidRDefault="00A01CB6" w:rsidP="00A01CB6">
      <w:pPr>
        <w:spacing w:after="200"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L</w:t>
      </w:r>
      <w:r w:rsidR="000B2E35" w:rsidRPr="000B2E35">
        <w:rPr>
          <w:rFonts w:ascii="Times New Roman" w:eastAsia="Calibri" w:hAnsi="Times New Roman"/>
          <w:sz w:val="22"/>
          <w:szCs w:val="22"/>
          <w:lang w:val="et-EE"/>
        </w:rPr>
        <w:t>ugupidamisega Ulvi Männama</w:t>
      </w:r>
      <w:r>
        <w:rPr>
          <w:rFonts w:ascii="Times New Roman" w:eastAsia="Calibri" w:hAnsi="Times New Roman"/>
          <w:sz w:val="22"/>
          <w:szCs w:val="22"/>
          <w:lang w:val="et-EE"/>
        </w:rPr>
        <w:t xml:space="preserve">      </w:t>
      </w:r>
      <w:r w:rsidR="00C47436"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AFFC7" w14:textId="77777777" w:rsidR="00AB5FDC" w:rsidRDefault="00AB5FDC">
      <w:r>
        <w:separator/>
      </w:r>
    </w:p>
  </w:endnote>
  <w:endnote w:type="continuationSeparator" w:id="0">
    <w:p w14:paraId="7B3C5153" w14:textId="77777777" w:rsidR="00AB5FDC" w:rsidRDefault="00AB5FDC">
      <w:r>
        <w:continuationSeparator/>
      </w:r>
    </w:p>
  </w:endnote>
  <w:endnote w:type="continuationNotice" w:id="1">
    <w:p w14:paraId="7249276D" w14:textId="77777777" w:rsidR="00AB5FDC" w:rsidRDefault="00AB5F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8334F" w14:textId="77777777" w:rsidR="00AB5FDC" w:rsidRDefault="00AB5FDC">
      <w:r>
        <w:separator/>
      </w:r>
    </w:p>
  </w:footnote>
  <w:footnote w:type="continuationSeparator" w:id="0">
    <w:p w14:paraId="7EA3D70D" w14:textId="77777777" w:rsidR="00AB5FDC" w:rsidRDefault="00AB5FDC">
      <w:r>
        <w:continuationSeparator/>
      </w:r>
    </w:p>
  </w:footnote>
  <w:footnote w:type="continuationNotice" w:id="1">
    <w:p w14:paraId="742E3753" w14:textId="77777777" w:rsidR="00AB5FDC" w:rsidRDefault="00AB5F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97C8C"/>
    <w:rsid w:val="000B2E35"/>
    <w:rsid w:val="000B3CE2"/>
    <w:rsid w:val="000B417F"/>
    <w:rsid w:val="000B4850"/>
    <w:rsid w:val="000B532A"/>
    <w:rsid w:val="000C1473"/>
    <w:rsid w:val="000D61F2"/>
    <w:rsid w:val="000E7C0F"/>
    <w:rsid w:val="00106C74"/>
    <w:rsid w:val="0012688C"/>
    <w:rsid w:val="00131D0A"/>
    <w:rsid w:val="001408A9"/>
    <w:rsid w:val="001414B0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C4BF3"/>
    <w:rsid w:val="001E324A"/>
    <w:rsid w:val="001F4CFC"/>
    <w:rsid w:val="001F5B53"/>
    <w:rsid w:val="00204605"/>
    <w:rsid w:val="00211D2D"/>
    <w:rsid w:val="00215382"/>
    <w:rsid w:val="0022522F"/>
    <w:rsid w:val="00226D4C"/>
    <w:rsid w:val="002327D2"/>
    <w:rsid w:val="002413D3"/>
    <w:rsid w:val="002463AC"/>
    <w:rsid w:val="00246610"/>
    <w:rsid w:val="002474AF"/>
    <w:rsid w:val="00251F87"/>
    <w:rsid w:val="002569F2"/>
    <w:rsid w:val="002701D0"/>
    <w:rsid w:val="0027153D"/>
    <w:rsid w:val="002726A3"/>
    <w:rsid w:val="00273FA4"/>
    <w:rsid w:val="002A1E30"/>
    <w:rsid w:val="002A3EBD"/>
    <w:rsid w:val="002A798D"/>
    <w:rsid w:val="002B60FC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31AD"/>
    <w:rsid w:val="003551E2"/>
    <w:rsid w:val="00357C22"/>
    <w:rsid w:val="00364110"/>
    <w:rsid w:val="00377521"/>
    <w:rsid w:val="00382D66"/>
    <w:rsid w:val="00387055"/>
    <w:rsid w:val="003963F7"/>
    <w:rsid w:val="00396525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57C3D"/>
    <w:rsid w:val="00466325"/>
    <w:rsid w:val="00470107"/>
    <w:rsid w:val="00470507"/>
    <w:rsid w:val="00482DEA"/>
    <w:rsid w:val="00483EDD"/>
    <w:rsid w:val="004851DA"/>
    <w:rsid w:val="00491AD7"/>
    <w:rsid w:val="0049609F"/>
    <w:rsid w:val="004B2AD7"/>
    <w:rsid w:val="004C0606"/>
    <w:rsid w:val="004C0FF9"/>
    <w:rsid w:val="004C388C"/>
    <w:rsid w:val="004C7FBD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47C65"/>
    <w:rsid w:val="00556D7B"/>
    <w:rsid w:val="005572A4"/>
    <w:rsid w:val="00557995"/>
    <w:rsid w:val="005609D0"/>
    <w:rsid w:val="00567499"/>
    <w:rsid w:val="00567C35"/>
    <w:rsid w:val="0057008B"/>
    <w:rsid w:val="00570825"/>
    <w:rsid w:val="00582590"/>
    <w:rsid w:val="00591376"/>
    <w:rsid w:val="005A217D"/>
    <w:rsid w:val="005A42CF"/>
    <w:rsid w:val="005A75B8"/>
    <w:rsid w:val="005C24D9"/>
    <w:rsid w:val="005D4F2A"/>
    <w:rsid w:val="005D50D5"/>
    <w:rsid w:val="005E2103"/>
    <w:rsid w:val="005E57DB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75A83"/>
    <w:rsid w:val="006776FF"/>
    <w:rsid w:val="00690323"/>
    <w:rsid w:val="006915C2"/>
    <w:rsid w:val="006A7D18"/>
    <w:rsid w:val="006B28B7"/>
    <w:rsid w:val="006C22B1"/>
    <w:rsid w:val="006C2AED"/>
    <w:rsid w:val="006C4838"/>
    <w:rsid w:val="006C7C47"/>
    <w:rsid w:val="006D3B8A"/>
    <w:rsid w:val="006E4811"/>
    <w:rsid w:val="006F34A3"/>
    <w:rsid w:val="006F595A"/>
    <w:rsid w:val="00703BCB"/>
    <w:rsid w:val="00717254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0D57"/>
    <w:rsid w:val="00797B52"/>
    <w:rsid w:val="007A21F0"/>
    <w:rsid w:val="007A5E5F"/>
    <w:rsid w:val="007D4619"/>
    <w:rsid w:val="007D5377"/>
    <w:rsid w:val="007E637D"/>
    <w:rsid w:val="007F387E"/>
    <w:rsid w:val="00806109"/>
    <w:rsid w:val="00821DE6"/>
    <w:rsid w:val="008250FC"/>
    <w:rsid w:val="0082604D"/>
    <w:rsid w:val="008342C4"/>
    <w:rsid w:val="00836A67"/>
    <w:rsid w:val="00836ACB"/>
    <w:rsid w:val="008514A3"/>
    <w:rsid w:val="0086202A"/>
    <w:rsid w:val="00867D35"/>
    <w:rsid w:val="00870659"/>
    <w:rsid w:val="0087462B"/>
    <w:rsid w:val="0087587A"/>
    <w:rsid w:val="00887289"/>
    <w:rsid w:val="00897B9A"/>
    <w:rsid w:val="008A4D13"/>
    <w:rsid w:val="008A7EC0"/>
    <w:rsid w:val="008B7EA6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360D5"/>
    <w:rsid w:val="00940144"/>
    <w:rsid w:val="009612E0"/>
    <w:rsid w:val="00962202"/>
    <w:rsid w:val="00972AA4"/>
    <w:rsid w:val="00973871"/>
    <w:rsid w:val="0098160F"/>
    <w:rsid w:val="00982A44"/>
    <w:rsid w:val="00982BF4"/>
    <w:rsid w:val="00995F05"/>
    <w:rsid w:val="009B0C1D"/>
    <w:rsid w:val="009B66B6"/>
    <w:rsid w:val="009D38F3"/>
    <w:rsid w:val="009D42CB"/>
    <w:rsid w:val="009D56A4"/>
    <w:rsid w:val="009D7D3A"/>
    <w:rsid w:val="009E181A"/>
    <w:rsid w:val="009E3E5E"/>
    <w:rsid w:val="009E7E2A"/>
    <w:rsid w:val="009F069B"/>
    <w:rsid w:val="009F7023"/>
    <w:rsid w:val="00A01CB6"/>
    <w:rsid w:val="00A250BE"/>
    <w:rsid w:val="00A27416"/>
    <w:rsid w:val="00A33A60"/>
    <w:rsid w:val="00A402ED"/>
    <w:rsid w:val="00A43A3D"/>
    <w:rsid w:val="00A45F32"/>
    <w:rsid w:val="00A473C8"/>
    <w:rsid w:val="00A55FA1"/>
    <w:rsid w:val="00A65739"/>
    <w:rsid w:val="00A76455"/>
    <w:rsid w:val="00A76CAD"/>
    <w:rsid w:val="00A832DA"/>
    <w:rsid w:val="00A93E8E"/>
    <w:rsid w:val="00AA72EC"/>
    <w:rsid w:val="00AB5FDC"/>
    <w:rsid w:val="00AC27AD"/>
    <w:rsid w:val="00AC559F"/>
    <w:rsid w:val="00AC78B3"/>
    <w:rsid w:val="00AD0AB0"/>
    <w:rsid w:val="00AE1639"/>
    <w:rsid w:val="00B060FD"/>
    <w:rsid w:val="00B23CB6"/>
    <w:rsid w:val="00B33174"/>
    <w:rsid w:val="00B33B98"/>
    <w:rsid w:val="00B404DB"/>
    <w:rsid w:val="00B521C3"/>
    <w:rsid w:val="00B561FF"/>
    <w:rsid w:val="00B80D7A"/>
    <w:rsid w:val="00B84A96"/>
    <w:rsid w:val="00B97B77"/>
    <w:rsid w:val="00BA17B3"/>
    <w:rsid w:val="00BB5C56"/>
    <w:rsid w:val="00BC1AED"/>
    <w:rsid w:val="00BC2385"/>
    <w:rsid w:val="00BC2734"/>
    <w:rsid w:val="00BC62D7"/>
    <w:rsid w:val="00BE57AB"/>
    <w:rsid w:val="00BF064F"/>
    <w:rsid w:val="00BF086F"/>
    <w:rsid w:val="00BF0E4C"/>
    <w:rsid w:val="00BF237B"/>
    <w:rsid w:val="00C0020C"/>
    <w:rsid w:val="00C04347"/>
    <w:rsid w:val="00C072BE"/>
    <w:rsid w:val="00C16971"/>
    <w:rsid w:val="00C34030"/>
    <w:rsid w:val="00C40448"/>
    <w:rsid w:val="00C4140E"/>
    <w:rsid w:val="00C47436"/>
    <w:rsid w:val="00C4762C"/>
    <w:rsid w:val="00C50A9A"/>
    <w:rsid w:val="00C527A8"/>
    <w:rsid w:val="00C53640"/>
    <w:rsid w:val="00C61CE8"/>
    <w:rsid w:val="00C66DF9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01847"/>
    <w:rsid w:val="00D079D2"/>
    <w:rsid w:val="00D24041"/>
    <w:rsid w:val="00D25D80"/>
    <w:rsid w:val="00D266EA"/>
    <w:rsid w:val="00D27110"/>
    <w:rsid w:val="00D31BD2"/>
    <w:rsid w:val="00D43C28"/>
    <w:rsid w:val="00D4458D"/>
    <w:rsid w:val="00D453AE"/>
    <w:rsid w:val="00D77414"/>
    <w:rsid w:val="00D85382"/>
    <w:rsid w:val="00D94E00"/>
    <w:rsid w:val="00DA1B61"/>
    <w:rsid w:val="00DA6085"/>
    <w:rsid w:val="00DA6781"/>
    <w:rsid w:val="00DB17D9"/>
    <w:rsid w:val="00DC2830"/>
    <w:rsid w:val="00DC3F67"/>
    <w:rsid w:val="00DC5DE5"/>
    <w:rsid w:val="00DD3288"/>
    <w:rsid w:val="00DE117B"/>
    <w:rsid w:val="00DF19FF"/>
    <w:rsid w:val="00DF467B"/>
    <w:rsid w:val="00E04AA7"/>
    <w:rsid w:val="00E05DC0"/>
    <w:rsid w:val="00E11073"/>
    <w:rsid w:val="00E27A09"/>
    <w:rsid w:val="00E361F7"/>
    <w:rsid w:val="00E366A1"/>
    <w:rsid w:val="00E47970"/>
    <w:rsid w:val="00E6200E"/>
    <w:rsid w:val="00E70A39"/>
    <w:rsid w:val="00E73B2A"/>
    <w:rsid w:val="00E7749F"/>
    <w:rsid w:val="00EB2582"/>
    <w:rsid w:val="00EB79F8"/>
    <w:rsid w:val="00EC1493"/>
    <w:rsid w:val="00EC15EB"/>
    <w:rsid w:val="00ED092D"/>
    <w:rsid w:val="00ED26F8"/>
    <w:rsid w:val="00EE0C62"/>
    <w:rsid w:val="00EE4360"/>
    <w:rsid w:val="00EE47F0"/>
    <w:rsid w:val="00EE4B09"/>
    <w:rsid w:val="00EF1105"/>
    <w:rsid w:val="00EF14B6"/>
    <w:rsid w:val="00EF7F44"/>
    <w:rsid w:val="00F00DCB"/>
    <w:rsid w:val="00F227AD"/>
    <w:rsid w:val="00F30C82"/>
    <w:rsid w:val="00F35DA6"/>
    <w:rsid w:val="00F4342F"/>
    <w:rsid w:val="00F44F1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4E9C"/>
    <w:rsid w:val="00FA588A"/>
    <w:rsid w:val="00FA6F52"/>
    <w:rsid w:val="00FB725C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styleId="FollowedHyperlink">
    <w:name w:val="FollowedHyperlink"/>
    <w:basedOn w:val="DefaultParagraphFont"/>
    <w:rsid w:val="009B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c76ed5b2-1b20-4f61-b51d-30bb5790666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257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1751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2025-01-10T13:10:00Z</dcterms:created>
  <dcterms:modified xsi:type="dcterms:W3CDTF">2025-01-10T13:10:00Z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